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9C78E0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CE2467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CE2467">
              <w:t>Бугославскому</w:t>
            </w:r>
            <w:proofErr w:type="spellEnd"/>
            <w:r w:rsidR="00CE2467">
              <w:t xml:space="preserve"> В. В.</w:t>
            </w:r>
            <w:r w:rsidR="0079194F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CE2467" w:rsidRDefault="00D25713" w:rsidP="00F95748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CE2467">
        <w:t>Бугославскому</w:t>
      </w:r>
      <w:proofErr w:type="spellEnd"/>
      <w:r w:rsidR="00CE2467">
        <w:t xml:space="preserve"> В. В. разрешение </w:t>
      </w:r>
      <w:r w:rsidR="00CE2467" w:rsidRPr="008F45F8">
        <w:t>на условно разрешенны</w:t>
      </w:r>
      <w:r w:rsidR="00CE2467">
        <w:t>й</w:t>
      </w:r>
      <w:r w:rsidR="00CE2467" w:rsidRPr="008F45F8">
        <w:t xml:space="preserve"> вид использования з</w:t>
      </w:r>
      <w:r w:rsidR="00CE2467" w:rsidRPr="008F45F8">
        <w:t>е</w:t>
      </w:r>
      <w:r w:rsidR="00CE2467" w:rsidRPr="008F45F8">
        <w:t>мельного участка с кадастровым номером</w:t>
      </w:r>
      <w:r w:rsidR="00CE2467">
        <w:t xml:space="preserve"> 54:35:072210:112 площадью 973 кв. м с местоположением: </w:t>
      </w:r>
      <w:r w:rsidR="00CE2467" w:rsidRPr="00A35BD0">
        <w:t>установлено относительно ориентира, расположенного в границах участка</w:t>
      </w:r>
      <w:r w:rsidR="00CE2467">
        <w:t>,</w:t>
      </w:r>
      <w:r w:rsidR="00CE2467" w:rsidRPr="00A35BD0">
        <w:t xml:space="preserve"> ориентир – </w:t>
      </w:r>
      <w:r w:rsidR="00CE2467">
        <w:t xml:space="preserve">ОНТ «Ветеран-1», квартал </w:t>
      </w:r>
      <w:r w:rsidR="00CE2467">
        <w:rPr>
          <w:lang w:val="en-US"/>
        </w:rPr>
        <w:t>X</w:t>
      </w:r>
      <w:r w:rsidR="00CE2467">
        <w:t>, участок № 10,</w:t>
      </w:r>
      <w:r w:rsidR="00CE2467" w:rsidRPr="00A35BD0">
        <w:t xml:space="preserve"> по а</w:t>
      </w:r>
      <w:r w:rsidR="00CE2467" w:rsidRPr="00A35BD0">
        <w:t>д</w:t>
      </w:r>
      <w:r w:rsidR="00CE2467" w:rsidRPr="00A35BD0">
        <w:t>ресу</w:t>
      </w:r>
      <w:r w:rsidR="00CE2467">
        <w:t xml:space="preserve">: Российская </w:t>
      </w:r>
      <w:r w:rsidR="00CE2467" w:rsidRPr="00F47792">
        <w:t xml:space="preserve">Федерация, Новосибирская область, город Новосибирск, </w:t>
      </w:r>
      <w:r w:rsidR="00CE2467">
        <w:t>район Октябрьский, и об</w:t>
      </w:r>
      <w:r w:rsidR="00CE2467">
        <w:t>ъ</w:t>
      </w:r>
      <w:r w:rsidR="00CE2467">
        <w:t>екта капитального строительства (</w:t>
      </w:r>
      <w:r w:rsidR="00CE2467" w:rsidRPr="00F47792">
        <w:t>зона</w:t>
      </w:r>
      <w:r w:rsidR="00CE2467">
        <w:t xml:space="preserve"> </w:t>
      </w:r>
      <w:r w:rsidR="00CE2467" w:rsidRPr="00CD6ADA">
        <w:t>улично-дорожной сети (ИТ-3)</w:t>
      </w:r>
      <w:r w:rsidR="00CE2467">
        <w:t>) – «в</w:t>
      </w:r>
      <w:r w:rsidR="00CE2467" w:rsidRPr="00CD6ADA">
        <w:t>едение садоводства (13.2)</w:t>
      </w:r>
      <w:r w:rsidR="00CE2467">
        <w:t xml:space="preserve"> –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9C78E0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C78E0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467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1DD8E-A0AC-4314-A813-45EABF87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66</TotalTime>
  <Pages>1</Pages>
  <Words>216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53</cp:revision>
  <cp:lastPrinted>2020-02-25T03:17:00Z</cp:lastPrinted>
  <dcterms:created xsi:type="dcterms:W3CDTF">2023-05-10T04:37:00Z</dcterms:created>
  <dcterms:modified xsi:type="dcterms:W3CDTF">2025-05-20T04:54:00Z</dcterms:modified>
</cp:coreProperties>
</file>