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826A53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1D0F4C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1D0F4C">
              <w:t>Смояну</w:t>
            </w:r>
            <w:proofErr w:type="spellEnd"/>
            <w:r w:rsidR="001D0F4C">
              <w:t xml:space="preserve"> Т. С.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D0F4C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D0F4C">
              <w:rPr>
                <w:color w:val="000000" w:themeColor="text1"/>
              </w:rPr>
              <w:t>а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1D0F4C" w:rsidRDefault="00D25713" w:rsidP="001D0F4C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proofErr w:type="spellStart"/>
      <w:r w:rsidR="001D0F4C">
        <w:t>Смояну</w:t>
      </w:r>
      <w:proofErr w:type="spellEnd"/>
      <w:r w:rsidR="001D0F4C">
        <w:t xml:space="preserve"> Т. С. разрешение </w:t>
      </w:r>
      <w:r w:rsidR="001D0F4C" w:rsidRPr="004E6D53">
        <w:t xml:space="preserve">на условно разрешенный вид использования земельного участка </w:t>
      </w:r>
      <w:r w:rsidR="001D0F4C">
        <w:t>с кадастровым номером</w:t>
      </w:r>
      <w:r w:rsidR="001D0F4C" w:rsidRPr="00183BC6">
        <w:t xml:space="preserve"> </w:t>
      </w:r>
      <w:r w:rsidR="001D0F4C">
        <w:t>54:35:033515:200</w:t>
      </w:r>
      <w:r w:rsidR="001D0F4C" w:rsidRPr="00C112B9">
        <w:t xml:space="preserve"> </w:t>
      </w:r>
      <w:r w:rsidR="001D0F4C" w:rsidRPr="004E6D53">
        <w:t xml:space="preserve">площадью </w:t>
      </w:r>
      <w:r w:rsidR="001D0F4C">
        <w:t>1454</w:t>
      </w:r>
      <w:r w:rsidR="001D0F4C" w:rsidRPr="004E6D53">
        <w:t xml:space="preserve"> кв. м </w:t>
      </w:r>
      <w:r w:rsidR="001D0F4C" w:rsidRPr="008F45F8">
        <w:t xml:space="preserve">с </w:t>
      </w:r>
      <w:r w:rsidR="001D0F4C" w:rsidRPr="00DD2B1F">
        <w:t xml:space="preserve">местоположением: </w:t>
      </w:r>
      <w:r w:rsidR="001D0F4C">
        <w:t xml:space="preserve">Российская Федерация, </w:t>
      </w:r>
      <w:r w:rsidR="001D0F4C" w:rsidRPr="009F5F8F">
        <w:rPr>
          <w:rFonts w:hint="eastAsia"/>
        </w:rPr>
        <w:t>Новосибирская</w:t>
      </w:r>
      <w:r w:rsidR="001D0F4C" w:rsidRPr="009F5F8F">
        <w:t xml:space="preserve"> </w:t>
      </w:r>
      <w:r w:rsidR="001D0F4C" w:rsidRPr="009F5F8F">
        <w:rPr>
          <w:rFonts w:hint="eastAsia"/>
        </w:rPr>
        <w:t>обл</w:t>
      </w:r>
      <w:r w:rsidR="001D0F4C">
        <w:t>асть</w:t>
      </w:r>
      <w:r w:rsidR="001D0F4C" w:rsidRPr="009F5F8F">
        <w:t xml:space="preserve">, </w:t>
      </w:r>
      <w:r w:rsidR="001D0F4C" w:rsidRPr="009F5F8F">
        <w:rPr>
          <w:rFonts w:hint="eastAsia"/>
        </w:rPr>
        <w:t>г</w:t>
      </w:r>
      <w:r w:rsidR="001D0F4C">
        <w:t>ород</w:t>
      </w:r>
      <w:r w:rsidR="001D0F4C" w:rsidRPr="009F5F8F">
        <w:t xml:space="preserve"> </w:t>
      </w:r>
      <w:r w:rsidR="001D0F4C" w:rsidRPr="009F5F8F">
        <w:rPr>
          <w:rFonts w:hint="eastAsia"/>
        </w:rPr>
        <w:t>Новосибирск</w:t>
      </w:r>
      <w:r w:rsidR="001D0F4C" w:rsidRPr="009F5F8F">
        <w:t xml:space="preserve">, </w:t>
      </w:r>
      <w:r w:rsidR="001D0F4C" w:rsidRPr="007D3343">
        <w:t>ул. Ангарная</w:t>
      </w:r>
      <w:r w:rsidR="001D0F4C">
        <w:t xml:space="preserve"> и объекта капитального строительства</w:t>
      </w:r>
      <w:r w:rsidR="001D0F4C" w:rsidRPr="00487A11">
        <w:t xml:space="preserve"> </w:t>
      </w:r>
      <w:r w:rsidR="001D0F4C" w:rsidRPr="002A1933">
        <w:t>(зона застройки индивидуальными жилыми домами (Ж-6))</w:t>
      </w:r>
      <w:r w:rsidR="001D0F4C">
        <w:t xml:space="preserve"> </w:t>
      </w:r>
      <w:r w:rsidR="001D0F4C" w:rsidRPr="003D4424">
        <w:t>– «</w:t>
      </w:r>
      <w:r w:rsidR="001D0F4C">
        <w:t>м</w:t>
      </w:r>
      <w:r w:rsidR="001D0F4C" w:rsidRPr="007D3343">
        <w:t xml:space="preserve">агазины </w:t>
      </w:r>
      <w:hyperlink r:id="rId8" w:history="1">
        <w:r w:rsidR="001D0F4C" w:rsidRPr="007D3343">
          <w:t>(4.4)</w:t>
        </w:r>
      </w:hyperlink>
      <w:r w:rsidR="001D0F4C" w:rsidRPr="007D3343">
        <w:t xml:space="preserve"> </w:t>
      </w:r>
      <w:r w:rsidR="001D0F4C">
        <w:t>– о</w:t>
      </w:r>
      <w:r w:rsidR="001D0F4C" w:rsidRPr="007D3343">
        <w:t>бъекты, предназначенные для продажи товаров, торговая площадь которых составляет до 5000 кв. м</w:t>
      </w:r>
      <w:r w:rsidR="001D0F4C">
        <w:t>».</w:t>
      </w:r>
    </w:p>
    <w:p w:rsidR="00FE2272" w:rsidRPr="0091260B" w:rsidRDefault="00645674" w:rsidP="001D0F4C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826A53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C12089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348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02E5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0F4C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D576D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6A53"/>
    <w:rsid w:val="00827E33"/>
    <w:rsid w:val="00830C3B"/>
    <w:rsid w:val="00830EEA"/>
    <w:rsid w:val="008315CB"/>
    <w:rsid w:val="00833D20"/>
    <w:rsid w:val="00834C11"/>
    <w:rsid w:val="00835F88"/>
    <w:rsid w:val="008361BF"/>
    <w:rsid w:val="008413C7"/>
    <w:rsid w:val="00856595"/>
    <w:rsid w:val="008613EE"/>
    <w:rsid w:val="008668D1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1DA9"/>
    <w:rsid w:val="00BB215B"/>
    <w:rsid w:val="00BD5CA8"/>
    <w:rsid w:val="00BE3258"/>
    <w:rsid w:val="00BF352A"/>
    <w:rsid w:val="00C011B3"/>
    <w:rsid w:val="00C0304E"/>
    <w:rsid w:val="00C032F1"/>
    <w:rsid w:val="00C072CA"/>
    <w:rsid w:val="00C12089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1018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2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73779-F873-4ADE-A1B5-D9B367665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Шаблон_972.dot</Template>
  <TotalTime>1</TotalTime>
  <Pages>1</Pages>
  <Words>211</Words>
  <Characters>1746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AChumichova</cp:lastModifiedBy>
  <cp:revision>2</cp:revision>
  <cp:lastPrinted>2020-02-25T03:17:00Z</cp:lastPrinted>
  <dcterms:created xsi:type="dcterms:W3CDTF">2025-06-17T09:41:00Z</dcterms:created>
  <dcterms:modified xsi:type="dcterms:W3CDTF">2025-06-17T09:41:00Z</dcterms:modified>
</cp:coreProperties>
</file>