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B30C6C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7195"/>
      </w:tblGrid>
      <w:tr w:rsidR="00830C3B" w:rsidRPr="0091260B" w:rsidTr="008B1343">
        <w:trPr>
          <w:trHeight w:val="1039"/>
        </w:trPr>
        <w:tc>
          <w:tcPr>
            <w:tcW w:w="7195" w:type="dxa"/>
          </w:tcPr>
          <w:p w:rsidR="00830C3B" w:rsidRPr="0091260B" w:rsidRDefault="00DE6383" w:rsidP="00934996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A36653">
              <w:rPr>
                <w:color w:val="000000" w:themeColor="text1"/>
              </w:rPr>
              <w:t xml:space="preserve"> </w:t>
            </w:r>
            <w:r w:rsidR="008B1343">
              <w:t xml:space="preserve">Местной православной религиозной организации «Приход храма во имя святого праведного </w:t>
            </w:r>
            <w:proofErr w:type="gramStart"/>
            <w:r w:rsidR="008B1343">
              <w:t>воина Феодора Ушакова города Новосибирска</w:t>
            </w:r>
            <w:proofErr w:type="gramEnd"/>
            <w:r w:rsidR="008B1343">
              <w:t xml:space="preserve"> Новосибирской Епархии Русской Православной Церкви (Московский Патриархат)»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="00934996">
              <w:rPr>
                <w:color w:val="000000" w:themeColor="text1"/>
              </w:rPr>
              <w:t xml:space="preserve"> вид использования земельного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934996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8B1343" w:rsidRPr="00EB6D27" w:rsidRDefault="00D25713" w:rsidP="008B1343">
      <w:pPr>
        <w:autoSpaceDE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8B1343">
        <w:t xml:space="preserve">Местной православной религиозной организации «Приход храма во имя святого праведного </w:t>
      </w:r>
      <w:proofErr w:type="gramStart"/>
      <w:r w:rsidR="008B1343">
        <w:t>воина Феодора Ушакова города Новосибирска</w:t>
      </w:r>
      <w:proofErr w:type="gramEnd"/>
      <w:r w:rsidR="008B1343">
        <w:t xml:space="preserve"> Новосибирской Епархии Русской Православной Церкви (Московский Патриархат)» разрешение </w:t>
      </w:r>
      <w:r w:rsidR="008B1343" w:rsidRPr="008F45F8">
        <w:t>на условно разрешенны</w:t>
      </w:r>
      <w:r w:rsidR="008B1343">
        <w:t>е</w:t>
      </w:r>
      <w:r w:rsidR="008B1343" w:rsidRPr="008F45F8">
        <w:t xml:space="preserve"> вид</w:t>
      </w:r>
      <w:r w:rsidR="008B1343">
        <w:t>ы</w:t>
      </w:r>
      <w:r w:rsidR="008B1343" w:rsidRPr="008F45F8">
        <w:t xml:space="preserve"> использования земельного участка с кадастровым номером</w:t>
      </w:r>
      <w:r w:rsidR="008B1343">
        <w:t xml:space="preserve"> 54:35:053085:4651 площадью 8383 кв. м с местоположением: </w:t>
      </w:r>
      <w:proofErr w:type="gramStart"/>
      <w:r w:rsidR="008B1343" w:rsidRPr="002A1A42">
        <w:t>Российская Федерация, Новосибирская область, город Новосибирск, ул.</w:t>
      </w:r>
      <w:r w:rsidR="008B1343">
        <w:t xml:space="preserve"> Герцена и объекта капитального строительства (зона </w:t>
      </w:r>
      <w:r w:rsidR="008B1343" w:rsidRPr="00312B55">
        <w:t xml:space="preserve">специализированной общественной застройки (ОД-4), </w:t>
      </w:r>
      <w:proofErr w:type="spellStart"/>
      <w:r w:rsidR="008B1343" w:rsidRPr="00D908E0">
        <w:t>подзона</w:t>
      </w:r>
      <w:proofErr w:type="spellEnd"/>
      <w:r w:rsidR="008B1343" w:rsidRPr="00D908E0">
        <w:t xml:space="preserve"> специализированной малоэтажной общественной застройки (ОД-4.1)</w:t>
      </w:r>
      <w:r w:rsidR="008B1343" w:rsidRPr="00312B55">
        <w:t>)</w:t>
      </w:r>
      <w:r w:rsidR="008B1343">
        <w:t xml:space="preserve"> </w:t>
      </w:r>
      <w:r w:rsidR="008B1343" w:rsidRPr="00EB6D27">
        <w:t>– «религиозное использование (3.7) – объекты религиозного использования»; «осуществление религиозных обрядов (3.7.1) – объекты для совершения религиозных обрядов и церемоний (церкви, соборы, храмы, часовни, мечети, молельные дома, синагоги и иные объекты)»;</w:t>
      </w:r>
      <w:proofErr w:type="gramEnd"/>
      <w:r w:rsidR="008B1343" w:rsidRPr="00EB6D27">
        <w:t xml:space="preserve"> «религиозное управление и образование (3.7.2) – объекты для постоянного местонахождения духовных лиц, паломников и послушников в связи с осуществлением ими религиозной службы; объекты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училища)».</w:t>
      </w:r>
    </w:p>
    <w:p w:rsidR="00FE2272" w:rsidRPr="0091260B" w:rsidRDefault="00645674" w:rsidP="008B1343">
      <w:pPr>
        <w:autoSpaceDE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 xml:space="preserve">Департаменту строительства и архитектуры мэрии города Новосибирска разместить постановление на официальном сайте города </w:t>
      </w:r>
      <w:r w:rsidR="00194E87" w:rsidRPr="0091260B">
        <w:lastRenderedPageBreak/>
        <w:t>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B1343">
      <w:headerReference w:type="default" r:id="rId8"/>
      <w:endnotePr>
        <w:numFmt w:val="decimal"/>
      </w:endnotePr>
      <w:pgSz w:w="11907" w:h="16840"/>
      <w:pgMar w:top="993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5A3" w:rsidRDefault="00A115A3">
      <w:r>
        <w:separator/>
      </w:r>
    </w:p>
  </w:endnote>
  <w:endnote w:type="continuationSeparator" w:id="0">
    <w:p w:rsidR="00A115A3" w:rsidRDefault="00A11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5A3" w:rsidRDefault="00A115A3">
      <w:r>
        <w:separator/>
      </w:r>
    </w:p>
  </w:footnote>
  <w:footnote w:type="continuationSeparator" w:id="0">
    <w:p w:rsidR="00A115A3" w:rsidRDefault="00A11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B30C6C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934996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1343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34996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3CFE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15A3"/>
    <w:rsid w:val="00A12CA9"/>
    <w:rsid w:val="00A14611"/>
    <w:rsid w:val="00A174DD"/>
    <w:rsid w:val="00A20C92"/>
    <w:rsid w:val="00A21EBB"/>
    <w:rsid w:val="00A27CE4"/>
    <w:rsid w:val="00A34E16"/>
    <w:rsid w:val="00A359A5"/>
    <w:rsid w:val="00A36653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0C6C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66C9E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2F84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01B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6395B-85C5-478E-9F23-F2E3EF62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71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Nmorozkova</cp:lastModifiedBy>
  <cp:revision>55</cp:revision>
  <cp:lastPrinted>2020-02-25T03:17:00Z</cp:lastPrinted>
  <dcterms:created xsi:type="dcterms:W3CDTF">2023-05-10T04:37:00Z</dcterms:created>
  <dcterms:modified xsi:type="dcterms:W3CDTF">2025-04-30T02:45:00Z</dcterms:modified>
</cp:coreProperties>
</file>