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71" w:rsidRPr="00B47271" w:rsidRDefault="00B47271" w:rsidP="00B47271">
      <w:pPr>
        <w:jc w:val="center"/>
        <w:rPr>
          <w:b/>
          <w:sz w:val="32"/>
          <w:szCs w:val="32"/>
        </w:rPr>
      </w:pPr>
      <w:r w:rsidRPr="00B47271">
        <w:rPr>
          <w:b/>
          <w:sz w:val="32"/>
          <w:szCs w:val="32"/>
        </w:rPr>
        <w:t>ПРОЕКТ РЕШЕНИЯ</w:t>
      </w:r>
    </w:p>
    <w:p w:rsidR="00B47271" w:rsidRDefault="00B47271"/>
    <w:p w:rsidR="00830C3B" w:rsidRPr="00E56C40" w:rsidRDefault="00A203DE">
      <w:r>
        <w:rPr>
          <w:noProof/>
        </w:rPr>
        <w:pict>
          <v:rect id="_x0000_s1026" style="position:absolute;margin-left:357pt;margin-top:75.3pt;width:208pt;height:66.3pt;z-index:251658240;mso-position-horizontal-relative:page;mso-position-vertical-relative:page" o:allowincell="f" filled="f" stroked="f" strokeweight="0">
            <v:textbox style="mso-next-textbox:#_x0000_s1026" inset="0,0,0,0">
              <w:txbxContent>
                <w:p w:rsidR="00055445" w:rsidRDefault="00055445" w:rsidP="00B47271">
                  <w:pPr>
                    <w:pStyle w:val="a9"/>
                  </w:pPr>
                </w:p>
                <w:p w:rsidR="00055445" w:rsidRDefault="00055445" w:rsidP="00B47271">
                  <w:pPr>
                    <w:pStyle w:val="a9"/>
                  </w:pPr>
                  <w:r>
                    <w:t>Проект постановления мэрии</w:t>
                  </w:r>
                  <w:r>
                    <w:br/>
                    <w:t>города Новосибирска</w:t>
                  </w:r>
                </w:p>
                <w:p w:rsidR="00055445" w:rsidRPr="0055352B" w:rsidRDefault="00055445">
                  <w:pPr>
                    <w:pStyle w:val="a9"/>
                    <w:rPr>
                      <w:sz w:val="12"/>
                      <w:szCs w:val="12"/>
                    </w:rPr>
                  </w:pPr>
                </w:p>
                <w:p w:rsidR="00055445" w:rsidRPr="0043354D" w:rsidRDefault="00055445" w:rsidP="00AD6939">
                  <w:pPr>
                    <w:pStyle w:val="a9"/>
                    <w:jc w:val="right"/>
                    <w:rPr>
                      <w:b/>
                    </w:rPr>
                  </w:pPr>
                </w:p>
              </w:txbxContent>
            </v:textbox>
            <w10:wrap anchorx="page" anchory="page"/>
          </v:rect>
        </w:pict>
      </w:r>
    </w:p>
    <w:p w:rsidR="005E0892" w:rsidRDefault="005E0892"/>
    <w:p w:rsidR="00D23CEB" w:rsidRPr="001F09DF" w:rsidRDefault="00D23CEB">
      <w:pPr>
        <w:rPr>
          <w:sz w:val="27"/>
          <w:szCs w:val="27"/>
        </w:rPr>
      </w:pPr>
    </w:p>
    <w:p w:rsidR="00830C3B" w:rsidRPr="001F09DF" w:rsidRDefault="00830C3B">
      <w:pPr>
        <w:rPr>
          <w:sz w:val="27"/>
          <w:szCs w:val="27"/>
        </w:rPr>
      </w:pP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/>
      </w:tblPr>
      <w:tblGrid>
        <w:gridCol w:w="5919"/>
      </w:tblGrid>
      <w:tr w:rsidR="00830C3B" w:rsidRPr="0091260B" w:rsidTr="007C6038">
        <w:trPr>
          <w:trHeight w:val="1039"/>
        </w:trPr>
        <w:tc>
          <w:tcPr>
            <w:tcW w:w="5919" w:type="dxa"/>
          </w:tcPr>
          <w:p w:rsidR="00830C3B" w:rsidRPr="0091260B" w:rsidRDefault="00DE6383" w:rsidP="006C2886">
            <w:pPr>
              <w:widowControl/>
              <w:spacing w:line="240" w:lineRule="atLeast"/>
              <w:jc w:val="both"/>
            </w:pPr>
            <w:r w:rsidRPr="0091260B">
              <w:rPr>
                <w:color w:val="000000" w:themeColor="text1"/>
              </w:rPr>
              <w:t>О предоставлении</w:t>
            </w:r>
            <w:r w:rsidR="002E0941" w:rsidRPr="0091260B">
              <w:t xml:space="preserve"> </w:t>
            </w:r>
            <w:r w:rsidR="00D31059">
              <w:t>о</w:t>
            </w:r>
            <w:r w:rsidR="00D31059" w:rsidRPr="00575EB1">
              <w:t>бществ</w:t>
            </w:r>
            <w:r w:rsidR="00D31059">
              <w:t>у</w:t>
            </w:r>
            <w:r w:rsidR="00D31059" w:rsidRPr="00575EB1">
              <w:t xml:space="preserve"> с ограниченной ответственностью «Фо</w:t>
            </w:r>
            <w:r w:rsidR="00D31059" w:rsidRPr="00575EB1">
              <w:t>р</w:t>
            </w:r>
            <w:r w:rsidR="00D31059" w:rsidRPr="00575EB1">
              <w:t xml:space="preserve">мула недвижимости» </w:t>
            </w:r>
            <w:r w:rsidR="0079194F">
              <w:t xml:space="preserve"> </w:t>
            </w:r>
            <w:r w:rsidRPr="0091260B">
              <w:rPr>
                <w:color w:val="000000" w:themeColor="text1"/>
              </w:rPr>
              <w:t>р</w:t>
            </w:r>
            <w:r w:rsidR="00FD5968" w:rsidRPr="0091260B">
              <w:rPr>
                <w:color w:val="000000" w:themeColor="text1"/>
              </w:rPr>
              <w:t>азрешения на условно разрешенны</w:t>
            </w:r>
            <w:r w:rsidR="00A34E16">
              <w:rPr>
                <w:color w:val="000000" w:themeColor="text1"/>
              </w:rPr>
              <w:t>й</w:t>
            </w:r>
            <w:r w:rsidRPr="0091260B">
              <w:rPr>
                <w:color w:val="000000" w:themeColor="text1"/>
              </w:rPr>
              <w:t xml:space="preserve"> вид использования земельн</w:t>
            </w:r>
            <w:r w:rsidR="000A5675">
              <w:rPr>
                <w:color w:val="000000" w:themeColor="text1"/>
              </w:rPr>
              <w:t>ого</w:t>
            </w:r>
            <w:r w:rsidRPr="0091260B">
              <w:rPr>
                <w:color w:val="000000" w:themeColor="text1"/>
              </w:rPr>
              <w:t xml:space="preserve"> участк</w:t>
            </w:r>
            <w:bookmarkStart w:id="0" w:name="_GoBack"/>
            <w:bookmarkEnd w:id="0"/>
            <w:r w:rsidR="000A5675">
              <w:rPr>
                <w:color w:val="000000" w:themeColor="text1"/>
              </w:rPr>
              <w:t>а</w:t>
            </w:r>
            <w:r w:rsidR="007C6038">
              <w:rPr>
                <w:color w:val="000000" w:themeColor="text1"/>
              </w:rPr>
              <w:t xml:space="preserve"> </w:t>
            </w:r>
            <w:r w:rsidR="007C6038" w:rsidRPr="00531E19">
              <w:t>и объекта капитального строительства</w:t>
            </w:r>
          </w:p>
        </w:tc>
      </w:tr>
    </w:tbl>
    <w:p w:rsidR="00DE6383" w:rsidRPr="0091260B" w:rsidRDefault="00DE6383" w:rsidP="00DE6383">
      <w:pPr>
        <w:pStyle w:val="a6"/>
        <w:widowControl/>
        <w:spacing w:before="600"/>
      </w:pPr>
      <w:proofErr w:type="gramStart"/>
      <w:r w:rsidRPr="0091260B">
        <w:t xml:space="preserve">В соответствии со статьей 39 Градостроительного кодекса Российской Федерации, решением Совета депутатов города Новосибирска от 24.06.2009 № 1288 «О Правилах землепользования и застройки города Новосибирска», </w:t>
      </w:r>
      <w:r w:rsidR="00833D20">
        <w:t xml:space="preserve">        </w:t>
      </w:r>
      <w:r w:rsidRPr="0091260B">
        <w:t xml:space="preserve">на основании заключения о результатах </w:t>
      </w:r>
      <w:r w:rsidRPr="0091260B">
        <w:rPr>
          <w:spacing w:val="-3"/>
        </w:rPr>
        <w:t xml:space="preserve">общественных обсуждений по </w:t>
      </w:r>
      <w:r w:rsidRPr="0091260B">
        <w:rPr>
          <w:spacing w:val="1"/>
        </w:rPr>
        <w:t>проекту решения о предоставлении разрешения на условно разрешенный вид использования земельн</w:t>
      </w:r>
      <w:r w:rsidR="00630029">
        <w:rPr>
          <w:spacing w:val="1"/>
        </w:rPr>
        <w:t>ых</w:t>
      </w:r>
      <w:r w:rsidR="008E140B" w:rsidRPr="0091260B">
        <w:rPr>
          <w:spacing w:val="1"/>
        </w:rPr>
        <w:t xml:space="preserve"> </w:t>
      </w:r>
      <w:r w:rsidRPr="0091260B">
        <w:rPr>
          <w:spacing w:val="1"/>
        </w:rPr>
        <w:t>участк</w:t>
      </w:r>
      <w:r w:rsidR="00630029">
        <w:rPr>
          <w:spacing w:val="1"/>
        </w:rPr>
        <w:t>ов</w:t>
      </w:r>
      <w:r w:rsidRPr="0091260B">
        <w:rPr>
          <w:spacing w:val="1"/>
        </w:rPr>
        <w:t xml:space="preserve"> </w:t>
      </w:r>
      <w:r w:rsidR="00B620AE" w:rsidRPr="0091260B">
        <w:rPr>
          <w:spacing w:val="1"/>
        </w:rPr>
        <w:t>и объект</w:t>
      </w:r>
      <w:r w:rsidR="00630029">
        <w:rPr>
          <w:spacing w:val="1"/>
        </w:rPr>
        <w:t>ов</w:t>
      </w:r>
      <w:r w:rsidR="00B620AE" w:rsidRPr="0091260B">
        <w:rPr>
          <w:spacing w:val="1"/>
        </w:rPr>
        <w:t xml:space="preserve"> капитального строительства </w:t>
      </w:r>
      <w:r w:rsidRPr="0091260B">
        <w:t>от</w:t>
      </w:r>
      <w:r w:rsidR="00630029">
        <w:t> </w:t>
      </w:r>
      <w:r w:rsidR="00D76C5E" w:rsidRPr="0091260B">
        <w:t>___.___.202</w:t>
      </w:r>
      <w:r w:rsidR="00E07AC9">
        <w:t>5</w:t>
      </w:r>
      <w:r w:rsidRPr="0091260B">
        <w:t>, рекомендаций комиссии по подготовке проекта правил землепользования и застройки города</w:t>
      </w:r>
      <w:proofErr w:type="gramEnd"/>
      <w:r w:rsidRPr="0091260B">
        <w:t xml:space="preserve"> Новосибирска о предоставлении и об отказе в предоставлении разрешений на условно разрешенный вид использования земельного участка или объекта капитального строительства от </w:t>
      </w:r>
      <w:r w:rsidR="00AD6939" w:rsidRPr="0091260B">
        <w:t>____.___</w:t>
      </w:r>
      <w:r w:rsidRPr="0091260B">
        <w:t>.20</w:t>
      </w:r>
      <w:r w:rsidR="00D76C5E" w:rsidRPr="0091260B">
        <w:t>2</w:t>
      </w:r>
      <w:r w:rsidR="00E07AC9">
        <w:t>5</w:t>
      </w:r>
      <w:r w:rsidRPr="0091260B">
        <w:t>, руководствуясь Уставом города Новосибирска, ПОСТАНОВЛЯЮ:</w:t>
      </w:r>
    </w:p>
    <w:p w:rsidR="00D31059" w:rsidRDefault="00D25713" w:rsidP="00D31059">
      <w:pPr>
        <w:ind w:firstLine="720"/>
        <w:jc w:val="both"/>
      </w:pPr>
      <w:r w:rsidRPr="0091260B">
        <w:rPr>
          <w:color w:val="000000" w:themeColor="text1"/>
        </w:rPr>
        <w:t>1. </w:t>
      </w:r>
      <w:r w:rsidR="006F6D68">
        <w:rPr>
          <w:color w:val="000000" w:themeColor="text1"/>
        </w:rPr>
        <w:t xml:space="preserve">Предоставить </w:t>
      </w:r>
      <w:r w:rsidR="00D31059">
        <w:t>о</w:t>
      </w:r>
      <w:r w:rsidR="00D31059" w:rsidRPr="00575EB1">
        <w:t>бществ</w:t>
      </w:r>
      <w:r w:rsidR="00D31059">
        <w:t>у</w:t>
      </w:r>
      <w:r w:rsidR="00D31059" w:rsidRPr="00575EB1">
        <w:t xml:space="preserve"> с ограниченной ответственностью «Фо</w:t>
      </w:r>
      <w:r w:rsidR="00D31059" w:rsidRPr="00575EB1">
        <w:t>р</w:t>
      </w:r>
      <w:r w:rsidR="00D31059" w:rsidRPr="00575EB1">
        <w:t xml:space="preserve">мула недвижимости» </w:t>
      </w:r>
      <w:r w:rsidR="00D31059">
        <w:t xml:space="preserve">разрешение </w:t>
      </w:r>
      <w:r w:rsidR="00D31059" w:rsidRPr="00575EB1">
        <w:t>н</w:t>
      </w:r>
      <w:r w:rsidR="00D31059" w:rsidRPr="009112FE">
        <w:t>а условно разрешенны</w:t>
      </w:r>
      <w:r w:rsidR="00D31059">
        <w:t>е</w:t>
      </w:r>
      <w:r w:rsidR="00D31059" w:rsidRPr="009112FE">
        <w:t xml:space="preserve"> вид</w:t>
      </w:r>
      <w:r w:rsidR="00D31059">
        <w:t>ы</w:t>
      </w:r>
      <w:r w:rsidR="00D31059" w:rsidRPr="009112FE">
        <w:t xml:space="preserve"> использования земельного участка </w:t>
      </w:r>
      <w:r w:rsidR="00D31059">
        <w:t>с кадастровым</w:t>
      </w:r>
      <w:r w:rsidR="00D31059" w:rsidRPr="009112FE">
        <w:t xml:space="preserve"> </w:t>
      </w:r>
      <w:r w:rsidR="00D31059">
        <w:t>номером</w:t>
      </w:r>
      <w:r w:rsidR="00D31059" w:rsidRPr="009112FE">
        <w:t xml:space="preserve"> </w:t>
      </w:r>
      <w:r w:rsidR="00D31059" w:rsidRPr="009B5DE9">
        <w:t>54:35:</w:t>
      </w:r>
      <w:r w:rsidR="00D31059">
        <w:t>064190</w:t>
      </w:r>
      <w:r w:rsidR="00D31059" w:rsidRPr="009B5DE9">
        <w:t>:</w:t>
      </w:r>
      <w:r w:rsidR="00D31059">
        <w:t xml:space="preserve">123 </w:t>
      </w:r>
      <w:r w:rsidR="00D31059" w:rsidRPr="009112FE">
        <w:t xml:space="preserve">площадью </w:t>
      </w:r>
      <w:r w:rsidR="00D31059">
        <w:t>4506</w:t>
      </w:r>
      <w:r w:rsidR="00D31059" w:rsidRPr="009112FE">
        <w:t xml:space="preserve"> кв. м с местоположением</w:t>
      </w:r>
      <w:r w:rsidR="00D31059">
        <w:t xml:space="preserve">: </w:t>
      </w:r>
      <w:proofErr w:type="gramStart"/>
      <w:r w:rsidR="00D31059" w:rsidRPr="00D51470">
        <w:t>Российская Федерация, Новосибирская область, город Новос</w:t>
      </w:r>
      <w:r w:rsidR="00D31059" w:rsidRPr="00D51470">
        <w:t>и</w:t>
      </w:r>
      <w:r w:rsidR="00D31059" w:rsidRPr="00D51470">
        <w:t>бирск,</w:t>
      </w:r>
      <w:r w:rsidR="00D31059">
        <w:t xml:space="preserve"> улица Титова </w:t>
      </w:r>
      <w:r w:rsidR="00D31059" w:rsidRPr="009112FE">
        <w:t xml:space="preserve"> </w:t>
      </w:r>
      <w:r w:rsidR="00D31059">
        <w:t xml:space="preserve">и объекта капитального строительства (зона специализированной общественной застройки (ОД-4), </w:t>
      </w:r>
      <w:proofErr w:type="spellStart"/>
      <w:r w:rsidR="00D31059">
        <w:t>подзона</w:t>
      </w:r>
      <w:proofErr w:type="spellEnd"/>
      <w:r w:rsidR="00D31059">
        <w:t xml:space="preserve"> специализированной многоэтажной общественной з</w:t>
      </w:r>
      <w:r w:rsidR="00D31059">
        <w:t>а</w:t>
      </w:r>
      <w:r w:rsidR="00D31059">
        <w:t xml:space="preserve">стройки (ОД-4.3)) </w:t>
      </w:r>
      <w:r w:rsidR="00D31059" w:rsidRPr="009112FE">
        <w:t xml:space="preserve">– </w:t>
      </w:r>
      <w:r w:rsidR="00D31059" w:rsidRPr="00575EB1">
        <w:t>«хранение автотранспорта</w:t>
      </w:r>
      <w:r w:rsidR="00D31059">
        <w:t> </w:t>
      </w:r>
      <w:hyperlink r:id="rId8" w:history="1">
        <w:r w:rsidR="00D31059" w:rsidRPr="00575EB1">
          <w:t>(2.7.1)</w:t>
        </w:r>
      </w:hyperlink>
      <w:r w:rsidR="00D31059">
        <w:t xml:space="preserve"> - г</w:t>
      </w:r>
      <w:r w:rsidR="00D31059" w:rsidRPr="00575EB1">
        <w:t>аражи, пристроенные гаражи, в том числе подземные, предназначе</w:t>
      </w:r>
      <w:r w:rsidR="00D31059" w:rsidRPr="00575EB1">
        <w:t>н</w:t>
      </w:r>
      <w:r w:rsidR="00D31059" w:rsidRPr="00575EB1">
        <w:t xml:space="preserve">ные для хранения автотранспорта, в том числе с разделением на </w:t>
      </w:r>
      <w:proofErr w:type="spellStart"/>
      <w:r w:rsidR="00D31059" w:rsidRPr="00575EB1">
        <w:t>машино-места</w:t>
      </w:r>
      <w:proofErr w:type="spellEnd"/>
      <w:r w:rsidR="00D31059" w:rsidRPr="00575EB1">
        <w:t xml:space="preserve"> (за исключением гаражей, размещение кот</w:t>
      </w:r>
      <w:r w:rsidR="00D31059" w:rsidRPr="00575EB1">
        <w:t>о</w:t>
      </w:r>
      <w:r w:rsidR="00D31059" w:rsidRPr="00575EB1">
        <w:t>рых предусмотрено содержанием видов разрешенного использования «размещение гаражей для собст</w:t>
      </w:r>
      <w:r w:rsidR="00D31059">
        <w:t>венных нужд</w:t>
      </w:r>
      <w:proofErr w:type="gramEnd"/>
      <w:r w:rsidR="00D31059">
        <w:t xml:space="preserve"> (</w:t>
      </w:r>
      <w:proofErr w:type="gramStart"/>
      <w:r w:rsidR="00D31059">
        <w:t>2.7.2)», «служебные гаражи (4.9)»), «</w:t>
      </w:r>
      <w:r w:rsidR="00D31059" w:rsidRPr="00575EB1">
        <w:t>гостиничное обслужив</w:t>
      </w:r>
      <w:r w:rsidR="00D31059" w:rsidRPr="00575EB1">
        <w:t>а</w:t>
      </w:r>
      <w:r w:rsidR="00D31059" w:rsidRPr="00575EB1">
        <w:t xml:space="preserve">ние </w:t>
      </w:r>
      <w:hyperlink r:id="rId9" w:history="1">
        <w:r w:rsidR="00D31059" w:rsidRPr="00575EB1">
          <w:t>(4.7)</w:t>
        </w:r>
      </w:hyperlink>
      <w:r w:rsidR="00D31059" w:rsidRPr="00575EB1">
        <w:t xml:space="preserve"> – гостиницы</w:t>
      </w:r>
      <w:r w:rsidR="00D31059">
        <w:t>».</w:t>
      </w:r>
      <w:proofErr w:type="gramEnd"/>
    </w:p>
    <w:p w:rsidR="00FE2272" w:rsidRPr="0091260B" w:rsidRDefault="00645674" w:rsidP="00F95748">
      <w:pPr>
        <w:ind w:firstLine="709"/>
        <w:jc w:val="both"/>
      </w:pPr>
      <w:r w:rsidRPr="0091260B">
        <w:t>2</w:t>
      </w:r>
      <w:r w:rsidR="00FE2272" w:rsidRPr="0091260B">
        <w:t>. </w:t>
      </w:r>
      <w:r w:rsidR="00194E87" w:rsidRPr="0091260B">
        <w:t>Департаменту строительства и архитектуры мэрии города Новосибирска разместить постановление на официальном сайте города Новосибирска в информационно-телекоммуникационной сети «Интернет».</w:t>
      </w:r>
    </w:p>
    <w:p w:rsidR="00FE2272" w:rsidRPr="0091260B" w:rsidRDefault="00FE2272" w:rsidP="00FE2272">
      <w:pPr>
        <w:ind w:firstLine="709"/>
        <w:jc w:val="both"/>
      </w:pPr>
      <w:r w:rsidRPr="0091260B">
        <w:t xml:space="preserve">3. Департаменту </w:t>
      </w:r>
      <w:r w:rsidR="00020FCE">
        <w:t xml:space="preserve">организационно-контрольной работы </w:t>
      </w:r>
      <w:r w:rsidR="00020FCE" w:rsidRPr="008A0411">
        <w:t>мэрии города Новосибирска обеспечить опубликование постановления.</w:t>
      </w:r>
    </w:p>
    <w:p w:rsidR="00E707A3" w:rsidRPr="0091260B" w:rsidRDefault="00FE2272" w:rsidP="00EB4098">
      <w:pPr>
        <w:ind w:firstLine="709"/>
        <w:jc w:val="both"/>
      </w:pPr>
      <w:r w:rsidRPr="0091260B">
        <w:t>4. Контроль за исполнением постановления возложить на заместителя мэра города Новосибирска – начальника департамента строительства и архитектуры мэрии города Новосибирска.</w:t>
      </w:r>
    </w:p>
    <w:sectPr w:rsidR="00E707A3" w:rsidRPr="0091260B" w:rsidSect="008D5732">
      <w:headerReference w:type="default" r:id="rId10"/>
      <w:endnotePr>
        <w:numFmt w:val="decimal"/>
      </w:endnotePr>
      <w:pgSz w:w="11907" w:h="16840"/>
      <w:pgMar w:top="992" w:right="851" w:bottom="709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445" w:rsidRDefault="00055445">
      <w:r>
        <w:separator/>
      </w:r>
    </w:p>
  </w:endnote>
  <w:endnote w:type="continuationSeparator" w:id="0">
    <w:p w:rsidR="00055445" w:rsidRDefault="00055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445" w:rsidRDefault="00055445">
      <w:r>
        <w:separator/>
      </w:r>
    </w:p>
  </w:footnote>
  <w:footnote w:type="continuationSeparator" w:id="0">
    <w:p w:rsidR="00055445" w:rsidRDefault="000554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45" w:rsidRPr="001A7448" w:rsidRDefault="00A203DE">
    <w:pPr>
      <w:pStyle w:val="a3"/>
      <w:framePr w:wrap="auto" w:vAnchor="text" w:hAnchor="margin" w:xAlign="center" w:y="1"/>
      <w:widowControl/>
      <w:rPr>
        <w:rStyle w:val="a5"/>
        <w:sz w:val="24"/>
        <w:szCs w:val="24"/>
      </w:rPr>
    </w:pPr>
    <w:r w:rsidRPr="001A7448">
      <w:rPr>
        <w:rStyle w:val="a5"/>
        <w:sz w:val="24"/>
        <w:szCs w:val="24"/>
      </w:rPr>
      <w:fldChar w:fldCharType="begin"/>
    </w:r>
    <w:r w:rsidR="00055445" w:rsidRPr="001A7448">
      <w:rPr>
        <w:rStyle w:val="a5"/>
        <w:sz w:val="24"/>
        <w:szCs w:val="24"/>
      </w:rPr>
      <w:instrText xml:space="preserve">PAGE  </w:instrText>
    </w:r>
    <w:r w:rsidRPr="001A7448">
      <w:rPr>
        <w:rStyle w:val="a5"/>
        <w:sz w:val="24"/>
        <w:szCs w:val="24"/>
      </w:rPr>
      <w:fldChar w:fldCharType="separate"/>
    </w:r>
    <w:r w:rsidR="0079194F">
      <w:rPr>
        <w:rStyle w:val="a5"/>
        <w:noProof/>
        <w:sz w:val="24"/>
        <w:szCs w:val="24"/>
      </w:rPr>
      <w:t>2</w:t>
    </w:r>
    <w:r w:rsidRPr="001A7448">
      <w:rPr>
        <w:rStyle w:val="a5"/>
        <w:sz w:val="24"/>
        <w:szCs w:val="24"/>
      </w:rPr>
      <w:fldChar w:fldCharType="end"/>
    </w:r>
  </w:p>
  <w:p w:rsidR="00055445" w:rsidRDefault="00055445" w:rsidP="0043354D">
    <w:pPr>
      <w:pStyle w:val="a3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064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D0D7A23"/>
    <w:multiLevelType w:val="hybridMultilevel"/>
    <w:tmpl w:val="074077AE"/>
    <w:lvl w:ilvl="0" w:tplc="B26C6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3526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551A1C2E"/>
    <w:multiLevelType w:val="multilevel"/>
    <w:tmpl w:val="8C7CED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onsecutiveHyphenLimit w:val="1"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830C3B"/>
    <w:rsid w:val="0000049C"/>
    <w:rsid w:val="00000731"/>
    <w:rsid w:val="00006EE5"/>
    <w:rsid w:val="00007AEA"/>
    <w:rsid w:val="000124A9"/>
    <w:rsid w:val="00012E95"/>
    <w:rsid w:val="000138BD"/>
    <w:rsid w:val="0001392E"/>
    <w:rsid w:val="000152B1"/>
    <w:rsid w:val="00015463"/>
    <w:rsid w:val="00020FCE"/>
    <w:rsid w:val="0002110B"/>
    <w:rsid w:val="00024041"/>
    <w:rsid w:val="0003047A"/>
    <w:rsid w:val="000333CB"/>
    <w:rsid w:val="00037E18"/>
    <w:rsid w:val="000414F5"/>
    <w:rsid w:val="00041F20"/>
    <w:rsid w:val="0004579B"/>
    <w:rsid w:val="00051732"/>
    <w:rsid w:val="00054A3E"/>
    <w:rsid w:val="00054A7B"/>
    <w:rsid w:val="00055445"/>
    <w:rsid w:val="00056D44"/>
    <w:rsid w:val="00057911"/>
    <w:rsid w:val="00066104"/>
    <w:rsid w:val="00066610"/>
    <w:rsid w:val="000670B5"/>
    <w:rsid w:val="00072394"/>
    <w:rsid w:val="00072FDB"/>
    <w:rsid w:val="00080552"/>
    <w:rsid w:val="00081393"/>
    <w:rsid w:val="000909D1"/>
    <w:rsid w:val="00093426"/>
    <w:rsid w:val="000947B8"/>
    <w:rsid w:val="00095E5B"/>
    <w:rsid w:val="00096689"/>
    <w:rsid w:val="000A41B5"/>
    <w:rsid w:val="000A5675"/>
    <w:rsid w:val="000A6D9A"/>
    <w:rsid w:val="000A7E3E"/>
    <w:rsid w:val="000B64F7"/>
    <w:rsid w:val="000B7880"/>
    <w:rsid w:val="000C1783"/>
    <w:rsid w:val="000C3F18"/>
    <w:rsid w:val="000D6F3F"/>
    <w:rsid w:val="000E3BF4"/>
    <w:rsid w:val="000E7202"/>
    <w:rsid w:val="000F179F"/>
    <w:rsid w:val="000F2F15"/>
    <w:rsid w:val="000F42BB"/>
    <w:rsid w:val="000F7CF1"/>
    <w:rsid w:val="00103BF2"/>
    <w:rsid w:val="00111FAA"/>
    <w:rsid w:val="0011451A"/>
    <w:rsid w:val="001208DD"/>
    <w:rsid w:val="001272F4"/>
    <w:rsid w:val="00134539"/>
    <w:rsid w:val="00136CDA"/>
    <w:rsid w:val="00142032"/>
    <w:rsid w:val="001436AD"/>
    <w:rsid w:val="001446F8"/>
    <w:rsid w:val="00150A19"/>
    <w:rsid w:val="00151E9B"/>
    <w:rsid w:val="00152F65"/>
    <w:rsid w:val="00154AA9"/>
    <w:rsid w:val="0015533C"/>
    <w:rsid w:val="00157835"/>
    <w:rsid w:val="001579C4"/>
    <w:rsid w:val="0016022C"/>
    <w:rsid w:val="00163588"/>
    <w:rsid w:val="001649DF"/>
    <w:rsid w:val="00165637"/>
    <w:rsid w:val="00165ECE"/>
    <w:rsid w:val="0016656C"/>
    <w:rsid w:val="001700E2"/>
    <w:rsid w:val="00170F8F"/>
    <w:rsid w:val="00173A90"/>
    <w:rsid w:val="00174F16"/>
    <w:rsid w:val="001808B0"/>
    <w:rsid w:val="00180F8F"/>
    <w:rsid w:val="00182DFB"/>
    <w:rsid w:val="001835DE"/>
    <w:rsid w:val="0018566B"/>
    <w:rsid w:val="001914A3"/>
    <w:rsid w:val="00193654"/>
    <w:rsid w:val="00194E87"/>
    <w:rsid w:val="00196BB4"/>
    <w:rsid w:val="001A11D5"/>
    <w:rsid w:val="001A1EAD"/>
    <w:rsid w:val="001A249E"/>
    <w:rsid w:val="001A310C"/>
    <w:rsid w:val="001A3FE1"/>
    <w:rsid w:val="001A69AA"/>
    <w:rsid w:val="001B1A50"/>
    <w:rsid w:val="001B7562"/>
    <w:rsid w:val="001C6979"/>
    <w:rsid w:val="001D0BE0"/>
    <w:rsid w:val="001D299F"/>
    <w:rsid w:val="001D57B5"/>
    <w:rsid w:val="001E0468"/>
    <w:rsid w:val="001E18CD"/>
    <w:rsid w:val="001E46C7"/>
    <w:rsid w:val="001F09DF"/>
    <w:rsid w:val="001F79C2"/>
    <w:rsid w:val="001F7CE2"/>
    <w:rsid w:val="0020198E"/>
    <w:rsid w:val="002078D2"/>
    <w:rsid w:val="00211F51"/>
    <w:rsid w:val="00215018"/>
    <w:rsid w:val="00215AC9"/>
    <w:rsid w:val="00217563"/>
    <w:rsid w:val="00222538"/>
    <w:rsid w:val="002260C3"/>
    <w:rsid w:val="0023335E"/>
    <w:rsid w:val="00234C5C"/>
    <w:rsid w:val="00236313"/>
    <w:rsid w:val="00237ABA"/>
    <w:rsid w:val="00240290"/>
    <w:rsid w:val="00241645"/>
    <w:rsid w:val="002419F4"/>
    <w:rsid w:val="00245E1F"/>
    <w:rsid w:val="0024667A"/>
    <w:rsid w:val="0025709B"/>
    <w:rsid w:val="00263AAC"/>
    <w:rsid w:val="0026758E"/>
    <w:rsid w:val="00267D81"/>
    <w:rsid w:val="00270B4E"/>
    <w:rsid w:val="00271017"/>
    <w:rsid w:val="0027171B"/>
    <w:rsid w:val="00275D06"/>
    <w:rsid w:val="00283014"/>
    <w:rsid w:val="0029448C"/>
    <w:rsid w:val="002A32FC"/>
    <w:rsid w:val="002A6978"/>
    <w:rsid w:val="002A721C"/>
    <w:rsid w:val="002B17A6"/>
    <w:rsid w:val="002D485D"/>
    <w:rsid w:val="002D6B8D"/>
    <w:rsid w:val="002E0941"/>
    <w:rsid w:val="002E2099"/>
    <w:rsid w:val="002E2390"/>
    <w:rsid w:val="002E3EA9"/>
    <w:rsid w:val="002F4AF0"/>
    <w:rsid w:val="002F5C2B"/>
    <w:rsid w:val="002F6F89"/>
    <w:rsid w:val="002F7A6A"/>
    <w:rsid w:val="003033D7"/>
    <w:rsid w:val="00306E23"/>
    <w:rsid w:val="00306FAD"/>
    <w:rsid w:val="00317B54"/>
    <w:rsid w:val="00320D57"/>
    <w:rsid w:val="003218F6"/>
    <w:rsid w:val="00341B9F"/>
    <w:rsid w:val="00344C69"/>
    <w:rsid w:val="00350674"/>
    <w:rsid w:val="003522ED"/>
    <w:rsid w:val="00352B65"/>
    <w:rsid w:val="00370DCD"/>
    <w:rsid w:val="00372440"/>
    <w:rsid w:val="0037469D"/>
    <w:rsid w:val="003752FC"/>
    <w:rsid w:val="00377011"/>
    <w:rsid w:val="003776F9"/>
    <w:rsid w:val="00386E87"/>
    <w:rsid w:val="00394E98"/>
    <w:rsid w:val="0039607D"/>
    <w:rsid w:val="00396797"/>
    <w:rsid w:val="003974AE"/>
    <w:rsid w:val="003A1FAB"/>
    <w:rsid w:val="003B379B"/>
    <w:rsid w:val="003B43AA"/>
    <w:rsid w:val="003B46A8"/>
    <w:rsid w:val="003B561E"/>
    <w:rsid w:val="003B6604"/>
    <w:rsid w:val="003C05A9"/>
    <w:rsid w:val="003C61C7"/>
    <w:rsid w:val="003C670A"/>
    <w:rsid w:val="003C7051"/>
    <w:rsid w:val="003D2729"/>
    <w:rsid w:val="003D3134"/>
    <w:rsid w:val="003D7252"/>
    <w:rsid w:val="003F3027"/>
    <w:rsid w:val="003F48E2"/>
    <w:rsid w:val="003F5EC0"/>
    <w:rsid w:val="003F721E"/>
    <w:rsid w:val="00400A5F"/>
    <w:rsid w:val="00406858"/>
    <w:rsid w:val="00410A52"/>
    <w:rsid w:val="00415744"/>
    <w:rsid w:val="00416B80"/>
    <w:rsid w:val="00424C1C"/>
    <w:rsid w:val="00425A20"/>
    <w:rsid w:val="0043354D"/>
    <w:rsid w:val="0043362F"/>
    <w:rsid w:val="00435290"/>
    <w:rsid w:val="00445337"/>
    <w:rsid w:val="00451BC8"/>
    <w:rsid w:val="00452860"/>
    <w:rsid w:val="004537D2"/>
    <w:rsid w:val="004538B2"/>
    <w:rsid w:val="00483968"/>
    <w:rsid w:val="00493229"/>
    <w:rsid w:val="00496148"/>
    <w:rsid w:val="004A282C"/>
    <w:rsid w:val="004A474B"/>
    <w:rsid w:val="004B04AD"/>
    <w:rsid w:val="004B35E9"/>
    <w:rsid w:val="004B3BD5"/>
    <w:rsid w:val="004B60A5"/>
    <w:rsid w:val="004C1C74"/>
    <w:rsid w:val="004C23CB"/>
    <w:rsid w:val="004C35E6"/>
    <w:rsid w:val="004D1F9E"/>
    <w:rsid w:val="004E305D"/>
    <w:rsid w:val="004E5947"/>
    <w:rsid w:val="004F4233"/>
    <w:rsid w:val="00500601"/>
    <w:rsid w:val="005022F5"/>
    <w:rsid w:val="00504832"/>
    <w:rsid w:val="00505796"/>
    <w:rsid w:val="005061AE"/>
    <w:rsid w:val="0051147B"/>
    <w:rsid w:val="00514FCC"/>
    <w:rsid w:val="005171CC"/>
    <w:rsid w:val="00517744"/>
    <w:rsid w:val="00521D67"/>
    <w:rsid w:val="0053273E"/>
    <w:rsid w:val="0053795F"/>
    <w:rsid w:val="005379B5"/>
    <w:rsid w:val="00551931"/>
    <w:rsid w:val="0055352B"/>
    <w:rsid w:val="005569A5"/>
    <w:rsid w:val="00556D6E"/>
    <w:rsid w:val="00565E80"/>
    <w:rsid w:val="00572959"/>
    <w:rsid w:val="00582B7C"/>
    <w:rsid w:val="00582C58"/>
    <w:rsid w:val="00585FEB"/>
    <w:rsid w:val="00586C61"/>
    <w:rsid w:val="005A3CE7"/>
    <w:rsid w:val="005A3E84"/>
    <w:rsid w:val="005A5169"/>
    <w:rsid w:val="005A559E"/>
    <w:rsid w:val="005A5649"/>
    <w:rsid w:val="005B11C6"/>
    <w:rsid w:val="005B6C76"/>
    <w:rsid w:val="005C1BC9"/>
    <w:rsid w:val="005C6587"/>
    <w:rsid w:val="005D22A4"/>
    <w:rsid w:val="005D42EC"/>
    <w:rsid w:val="005D7271"/>
    <w:rsid w:val="005D7B18"/>
    <w:rsid w:val="005E0892"/>
    <w:rsid w:val="005F59C9"/>
    <w:rsid w:val="00600EE2"/>
    <w:rsid w:val="0060308F"/>
    <w:rsid w:val="00605A08"/>
    <w:rsid w:val="00606022"/>
    <w:rsid w:val="006073E6"/>
    <w:rsid w:val="00616B23"/>
    <w:rsid w:val="00630029"/>
    <w:rsid w:val="0063431F"/>
    <w:rsid w:val="00641171"/>
    <w:rsid w:val="00644337"/>
    <w:rsid w:val="00645674"/>
    <w:rsid w:val="00647C50"/>
    <w:rsid w:val="00653962"/>
    <w:rsid w:val="00654782"/>
    <w:rsid w:val="0065546B"/>
    <w:rsid w:val="006555C6"/>
    <w:rsid w:val="006625F9"/>
    <w:rsid w:val="00662F25"/>
    <w:rsid w:val="006668D9"/>
    <w:rsid w:val="00673109"/>
    <w:rsid w:val="00675295"/>
    <w:rsid w:val="006849CD"/>
    <w:rsid w:val="0069087D"/>
    <w:rsid w:val="00693A7C"/>
    <w:rsid w:val="00696484"/>
    <w:rsid w:val="006A3E92"/>
    <w:rsid w:val="006A5932"/>
    <w:rsid w:val="006A60FA"/>
    <w:rsid w:val="006B3D23"/>
    <w:rsid w:val="006C2886"/>
    <w:rsid w:val="006C4CE7"/>
    <w:rsid w:val="006C507C"/>
    <w:rsid w:val="006E0131"/>
    <w:rsid w:val="006E314F"/>
    <w:rsid w:val="006E596C"/>
    <w:rsid w:val="006E60E2"/>
    <w:rsid w:val="006F075F"/>
    <w:rsid w:val="006F0F0D"/>
    <w:rsid w:val="006F6D68"/>
    <w:rsid w:val="00704BFC"/>
    <w:rsid w:val="00707E81"/>
    <w:rsid w:val="0071010E"/>
    <w:rsid w:val="007107C3"/>
    <w:rsid w:val="0071198A"/>
    <w:rsid w:val="007127BC"/>
    <w:rsid w:val="00716779"/>
    <w:rsid w:val="00721267"/>
    <w:rsid w:val="00740725"/>
    <w:rsid w:val="007421C8"/>
    <w:rsid w:val="0074587F"/>
    <w:rsid w:val="007472D1"/>
    <w:rsid w:val="00747400"/>
    <w:rsid w:val="007545B8"/>
    <w:rsid w:val="007551DE"/>
    <w:rsid w:val="00764528"/>
    <w:rsid w:val="007654A3"/>
    <w:rsid w:val="007820DB"/>
    <w:rsid w:val="00783D89"/>
    <w:rsid w:val="0079194F"/>
    <w:rsid w:val="00792D3D"/>
    <w:rsid w:val="00794EC2"/>
    <w:rsid w:val="00796A99"/>
    <w:rsid w:val="007A5287"/>
    <w:rsid w:val="007A586E"/>
    <w:rsid w:val="007C6038"/>
    <w:rsid w:val="007C7393"/>
    <w:rsid w:val="007C7DEC"/>
    <w:rsid w:val="007D5224"/>
    <w:rsid w:val="007D54D3"/>
    <w:rsid w:val="007E0043"/>
    <w:rsid w:val="007E0EB5"/>
    <w:rsid w:val="007F0ED3"/>
    <w:rsid w:val="007F5E78"/>
    <w:rsid w:val="0080242D"/>
    <w:rsid w:val="00805826"/>
    <w:rsid w:val="00810F03"/>
    <w:rsid w:val="0081376E"/>
    <w:rsid w:val="00814BA9"/>
    <w:rsid w:val="008151BF"/>
    <w:rsid w:val="00820A28"/>
    <w:rsid w:val="00824624"/>
    <w:rsid w:val="00824EBF"/>
    <w:rsid w:val="00826518"/>
    <w:rsid w:val="00827E33"/>
    <w:rsid w:val="00830C3B"/>
    <w:rsid w:val="00830EEA"/>
    <w:rsid w:val="00833D20"/>
    <w:rsid w:val="00834C11"/>
    <w:rsid w:val="00835F88"/>
    <w:rsid w:val="008361BF"/>
    <w:rsid w:val="008413C7"/>
    <w:rsid w:val="00856595"/>
    <w:rsid w:val="008613EE"/>
    <w:rsid w:val="0086743B"/>
    <w:rsid w:val="00873B99"/>
    <w:rsid w:val="0088600D"/>
    <w:rsid w:val="008904D7"/>
    <w:rsid w:val="0089141F"/>
    <w:rsid w:val="008A29F3"/>
    <w:rsid w:val="008A44FD"/>
    <w:rsid w:val="008B0D5B"/>
    <w:rsid w:val="008B11DD"/>
    <w:rsid w:val="008B2EE4"/>
    <w:rsid w:val="008B6A79"/>
    <w:rsid w:val="008B6BF4"/>
    <w:rsid w:val="008C42BA"/>
    <w:rsid w:val="008C751E"/>
    <w:rsid w:val="008C7E3C"/>
    <w:rsid w:val="008D3323"/>
    <w:rsid w:val="008D4E5C"/>
    <w:rsid w:val="008D5732"/>
    <w:rsid w:val="008D6B2D"/>
    <w:rsid w:val="008E140B"/>
    <w:rsid w:val="008E509B"/>
    <w:rsid w:val="008F6DB9"/>
    <w:rsid w:val="009021BA"/>
    <w:rsid w:val="00902638"/>
    <w:rsid w:val="0091260B"/>
    <w:rsid w:val="00914A06"/>
    <w:rsid w:val="00914DA1"/>
    <w:rsid w:val="00915DEA"/>
    <w:rsid w:val="00920860"/>
    <w:rsid w:val="00920DA5"/>
    <w:rsid w:val="00924148"/>
    <w:rsid w:val="00924770"/>
    <w:rsid w:val="00924911"/>
    <w:rsid w:val="009263A7"/>
    <w:rsid w:val="00926C6F"/>
    <w:rsid w:val="00932143"/>
    <w:rsid w:val="009342D7"/>
    <w:rsid w:val="009446B2"/>
    <w:rsid w:val="009465FA"/>
    <w:rsid w:val="00952F81"/>
    <w:rsid w:val="00960079"/>
    <w:rsid w:val="0096185F"/>
    <w:rsid w:val="00965AD3"/>
    <w:rsid w:val="00967664"/>
    <w:rsid w:val="0097492C"/>
    <w:rsid w:val="00976DA3"/>
    <w:rsid w:val="0099378F"/>
    <w:rsid w:val="00995CE2"/>
    <w:rsid w:val="009A1BE4"/>
    <w:rsid w:val="009A4948"/>
    <w:rsid w:val="009A54FE"/>
    <w:rsid w:val="009A7E49"/>
    <w:rsid w:val="009A7F30"/>
    <w:rsid w:val="009C24A1"/>
    <w:rsid w:val="009C26B4"/>
    <w:rsid w:val="009C30F5"/>
    <w:rsid w:val="009C3B12"/>
    <w:rsid w:val="009C5E70"/>
    <w:rsid w:val="009C64E4"/>
    <w:rsid w:val="009D0D5F"/>
    <w:rsid w:val="009D2D93"/>
    <w:rsid w:val="009D427A"/>
    <w:rsid w:val="009D68B8"/>
    <w:rsid w:val="009E02FA"/>
    <w:rsid w:val="009E21BF"/>
    <w:rsid w:val="009F0C50"/>
    <w:rsid w:val="009F26AF"/>
    <w:rsid w:val="009F3701"/>
    <w:rsid w:val="009F7C2D"/>
    <w:rsid w:val="00A0344D"/>
    <w:rsid w:val="00A071D6"/>
    <w:rsid w:val="00A12CA9"/>
    <w:rsid w:val="00A14611"/>
    <w:rsid w:val="00A174DD"/>
    <w:rsid w:val="00A203DE"/>
    <w:rsid w:val="00A20C92"/>
    <w:rsid w:val="00A21EBB"/>
    <w:rsid w:val="00A27CE4"/>
    <w:rsid w:val="00A34E16"/>
    <w:rsid w:val="00A359A5"/>
    <w:rsid w:val="00A40553"/>
    <w:rsid w:val="00A410BF"/>
    <w:rsid w:val="00A42488"/>
    <w:rsid w:val="00A42965"/>
    <w:rsid w:val="00A45B3F"/>
    <w:rsid w:val="00A47C6C"/>
    <w:rsid w:val="00A504E0"/>
    <w:rsid w:val="00A50BF9"/>
    <w:rsid w:val="00A524C4"/>
    <w:rsid w:val="00A5425A"/>
    <w:rsid w:val="00A67926"/>
    <w:rsid w:val="00A712C1"/>
    <w:rsid w:val="00A7774F"/>
    <w:rsid w:val="00A819D9"/>
    <w:rsid w:val="00A82BB8"/>
    <w:rsid w:val="00A87B41"/>
    <w:rsid w:val="00A91547"/>
    <w:rsid w:val="00A92CCC"/>
    <w:rsid w:val="00A95A16"/>
    <w:rsid w:val="00A964BB"/>
    <w:rsid w:val="00AA0483"/>
    <w:rsid w:val="00AA0661"/>
    <w:rsid w:val="00AA50B9"/>
    <w:rsid w:val="00AA6C9E"/>
    <w:rsid w:val="00AB09D6"/>
    <w:rsid w:val="00AB101B"/>
    <w:rsid w:val="00AB6227"/>
    <w:rsid w:val="00AB74DE"/>
    <w:rsid w:val="00AC0423"/>
    <w:rsid w:val="00AC5867"/>
    <w:rsid w:val="00AC6146"/>
    <w:rsid w:val="00AD05AE"/>
    <w:rsid w:val="00AD1B7A"/>
    <w:rsid w:val="00AD3DAF"/>
    <w:rsid w:val="00AD5CC3"/>
    <w:rsid w:val="00AD60F3"/>
    <w:rsid w:val="00AD629E"/>
    <w:rsid w:val="00AD6939"/>
    <w:rsid w:val="00AF1ACE"/>
    <w:rsid w:val="00AF71DE"/>
    <w:rsid w:val="00B04E13"/>
    <w:rsid w:val="00B14FF5"/>
    <w:rsid w:val="00B16FBC"/>
    <w:rsid w:val="00B221A9"/>
    <w:rsid w:val="00B33149"/>
    <w:rsid w:val="00B3661D"/>
    <w:rsid w:val="00B378BD"/>
    <w:rsid w:val="00B41AD8"/>
    <w:rsid w:val="00B41E19"/>
    <w:rsid w:val="00B46783"/>
    <w:rsid w:val="00B46CCE"/>
    <w:rsid w:val="00B47271"/>
    <w:rsid w:val="00B50263"/>
    <w:rsid w:val="00B50AA3"/>
    <w:rsid w:val="00B514BA"/>
    <w:rsid w:val="00B51EA1"/>
    <w:rsid w:val="00B5523C"/>
    <w:rsid w:val="00B57B0E"/>
    <w:rsid w:val="00B620AE"/>
    <w:rsid w:val="00B81D13"/>
    <w:rsid w:val="00B827D3"/>
    <w:rsid w:val="00B85C6C"/>
    <w:rsid w:val="00B93438"/>
    <w:rsid w:val="00BA1523"/>
    <w:rsid w:val="00BA5118"/>
    <w:rsid w:val="00BA7923"/>
    <w:rsid w:val="00BA7959"/>
    <w:rsid w:val="00BA7CAE"/>
    <w:rsid w:val="00BB215B"/>
    <w:rsid w:val="00BD5CA8"/>
    <w:rsid w:val="00BE3258"/>
    <w:rsid w:val="00BF352A"/>
    <w:rsid w:val="00C011B3"/>
    <w:rsid w:val="00C0304E"/>
    <w:rsid w:val="00C032F1"/>
    <w:rsid w:val="00C072CA"/>
    <w:rsid w:val="00C137C1"/>
    <w:rsid w:val="00C14668"/>
    <w:rsid w:val="00C14D1A"/>
    <w:rsid w:val="00C179B5"/>
    <w:rsid w:val="00C21C93"/>
    <w:rsid w:val="00C241FB"/>
    <w:rsid w:val="00C26E25"/>
    <w:rsid w:val="00C35C9D"/>
    <w:rsid w:val="00C433F4"/>
    <w:rsid w:val="00C462DF"/>
    <w:rsid w:val="00C50B34"/>
    <w:rsid w:val="00C50D3A"/>
    <w:rsid w:val="00C56C11"/>
    <w:rsid w:val="00C57BF6"/>
    <w:rsid w:val="00C60A3D"/>
    <w:rsid w:val="00C60E54"/>
    <w:rsid w:val="00C61C8C"/>
    <w:rsid w:val="00C73FC8"/>
    <w:rsid w:val="00C771B1"/>
    <w:rsid w:val="00C80EC9"/>
    <w:rsid w:val="00C82B19"/>
    <w:rsid w:val="00C859D2"/>
    <w:rsid w:val="00C8782B"/>
    <w:rsid w:val="00C9217D"/>
    <w:rsid w:val="00CA0DB9"/>
    <w:rsid w:val="00CA1B96"/>
    <w:rsid w:val="00CA28B8"/>
    <w:rsid w:val="00CB0034"/>
    <w:rsid w:val="00CC12B7"/>
    <w:rsid w:val="00CC1399"/>
    <w:rsid w:val="00CC32A5"/>
    <w:rsid w:val="00CC33E0"/>
    <w:rsid w:val="00CD24D3"/>
    <w:rsid w:val="00CD56CF"/>
    <w:rsid w:val="00CE0AF4"/>
    <w:rsid w:val="00CE198B"/>
    <w:rsid w:val="00CE2AC6"/>
    <w:rsid w:val="00CF0AF2"/>
    <w:rsid w:val="00CF1674"/>
    <w:rsid w:val="00CF2496"/>
    <w:rsid w:val="00CF2EC8"/>
    <w:rsid w:val="00D010FE"/>
    <w:rsid w:val="00D044EA"/>
    <w:rsid w:val="00D04B6C"/>
    <w:rsid w:val="00D05FAF"/>
    <w:rsid w:val="00D15189"/>
    <w:rsid w:val="00D179E0"/>
    <w:rsid w:val="00D20D88"/>
    <w:rsid w:val="00D2163A"/>
    <w:rsid w:val="00D23CEB"/>
    <w:rsid w:val="00D2417D"/>
    <w:rsid w:val="00D25713"/>
    <w:rsid w:val="00D31059"/>
    <w:rsid w:val="00D31A19"/>
    <w:rsid w:val="00D47172"/>
    <w:rsid w:val="00D62A10"/>
    <w:rsid w:val="00D62C32"/>
    <w:rsid w:val="00D72C9A"/>
    <w:rsid w:val="00D737C9"/>
    <w:rsid w:val="00D76C5E"/>
    <w:rsid w:val="00D902A4"/>
    <w:rsid w:val="00D90C0C"/>
    <w:rsid w:val="00D92A75"/>
    <w:rsid w:val="00DA2030"/>
    <w:rsid w:val="00DA521B"/>
    <w:rsid w:val="00DA717F"/>
    <w:rsid w:val="00DB2EC4"/>
    <w:rsid w:val="00DC05F0"/>
    <w:rsid w:val="00DC2498"/>
    <w:rsid w:val="00DC3D75"/>
    <w:rsid w:val="00DC3ED4"/>
    <w:rsid w:val="00DD247F"/>
    <w:rsid w:val="00DD4A63"/>
    <w:rsid w:val="00DE3130"/>
    <w:rsid w:val="00DE6383"/>
    <w:rsid w:val="00DE7130"/>
    <w:rsid w:val="00DF54A1"/>
    <w:rsid w:val="00DF7221"/>
    <w:rsid w:val="00E05C08"/>
    <w:rsid w:val="00E06DBA"/>
    <w:rsid w:val="00E07AC9"/>
    <w:rsid w:val="00E1390F"/>
    <w:rsid w:val="00E14A04"/>
    <w:rsid w:val="00E164F9"/>
    <w:rsid w:val="00E22AAA"/>
    <w:rsid w:val="00E46CA5"/>
    <w:rsid w:val="00E47DF2"/>
    <w:rsid w:val="00E50FAE"/>
    <w:rsid w:val="00E53CB3"/>
    <w:rsid w:val="00E56C40"/>
    <w:rsid w:val="00E632CC"/>
    <w:rsid w:val="00E658F2"/>
    <w:rsid w:val="00E707A3"/>
    <w:rsid w:val="00E70A0A"/>
    <w:rsid w:val="00E7379D"/>
    <w:rsid w:val="00E84A31"/>
    <w:rsid w:val="00E87AFD"/>
    <w:rsid w:val="00E90B5C"/>
    <w:rsid w:val="00E919FB"/>
    <w:rsid w:val="00EA25D3"/>
    <w:rsid w:val="00EA3EDE"/>
    <w:rsid w:val="00EA6C80"/>
    <w:rsid w:val="00EB4098"/>
    <w:rsid w:val="00EB5DC6"/>
    <w:rsid w:val="00EC5B4C"/>
    <w:rsid w:val="00ED1666"/>
    <w:rsid w:val="00ED2E49"/>
    <w:rsid w:val="00ED6394"/>
    <w:rsid w:val="00ED7079"/>
    <w:rsid w:val="00EE1F8F"/>
    <w:rsid w:val="00EF08DD"/>
    <w:rsid w:val="00EF3B7D"/>
    <w:rsid w:val="00F05DC8"/>
    <w:rsid w:val="00F07B9F"/>
    <w:rsid w:val="00F10035"/>
    <w:rsid w:val="00F15482"/>
    <w:rsid w:val="00F2227A"/>
    <w:rsid w:val="00F229CE"/>
    <w:rsid w:val="00F35075"/>
    <w:rsid w:val="00F373E1"/>
    <w:rsid w:val="00F424A9"/>
    <w:rsid w:val="00F51B2C"/>
    <w:rsid w:val="00F51EF1"/>
    <w:rsid w:val="00F61CE7"/>
    <w:rsid w:val="00F67C44"/>
    <w:rsid w:val="00F74EEA"/>
    <w:rsid w:val="00F761B1"/>
    <w:rsid w:val="00F80E9F"/>
    <w:rsid w:val="00F833F9"/>
    <w:rsid w:val="00F85119"/>
    <w:rsid w:val="00F9155A"/>
    <w:rsid w:val="00F92C44"/>
    <w:rsid w:val="00F947D2"/>
    <w:rsid w:val="00F9523A"/>
    <w:rsid w:val="00F956DD"/>
    <w:rsid w:val="00F95748"/>
    <w:rsid w:val="00FA4348"/>
    <w:rsid w:val="00FA4EE7"/>
    <w:rsid w:val="00FB02DA"/>
    <w:rsid w:val="00FB27BB"/>
    <w:rsid w:val="00FC29CA"/>
    <w:rsid w:val="00FC31C6"/>
    <w:rsid w:val="00FC614B"/>
    <w:rsid w:val="00FD1FAB"/>
    <w:rsid w:val="00FD4BD8"/>
    <w:rsid w:val="00FD5968"/>
    <w:rsid w:val="00FD7563"/>
    <w:rsid w:val="00FE2272"/>
    <w:rsid w:val="00FE2AC7"/>
    <w:rsid w:val="00FE7145"/>
    <w:rsid w:val="00FF0C42"/>
    <w:rsid w:val="00FF4AD2"/>
    <w:rsid w:val="00FF6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35E"/>
    <w:pPr>
      <w:widowControl w:val="0"/>
      <w:spacing w:after="0" w:line="240" w:lineRule="auto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3335E"/>
    <w:pPr>
      <w:keepNext/>
      <w:spacing w:before="600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23335E"/>
    <w:pPr>
      <w:keepNext/>
      <w:spacing w:before="600" w:after="300"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23335E"/>
    <w:pPr>
      <w:keepNext/>
      <w:spacing w:after="360" w:line="240" w:lineRule="atLeast"/>
      <w:ind w:left="2880" w:firstLine="720"/>
      <w:jc w:val="both"/>
      <w:outlineLvl w:val="2"/>
    </w:pPr>
  </w:style>
  <w:style w:type="paragraph" w:styleId="4">
    <w:name w:val="heading 4"/>
    <w:basedOn w:val="a"/>
    <w:next w:val="a"/>
    <w:link w:val="40"/>
    <w:uiPriority w:val="99"/>
    <w:qFormat/>
    <w:rsid w:val="0023335E"/>
    <w:pPr>
      <w:keepNext/>
      <w:spacing w:before="360" w:line="240" w:lineRule="atLeast"/>
      <w:ind w:firstLine="34"/>
      <w:jc w:val="both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23335E"/>
    <w:pPr>
      <w:keepNext/>
      <w:ind w:left="6521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23335E"/>
    <w:pPr>
      <w:keepNext/>
      <w:spacing w:before="48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23335E"/>
    <w:pPr>
      <w:keepNext/>
      <w:widowControl/>
      <w:spacing w:before="600" w:line="240" w:lineRule="atLeast"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23335E"/>
    <w:pPr>
      <w:keepNext/>
      <w:widowControl/>
      <w:spacing w:line="240" w:lineRule="atLeast"/>
      <w:ind w:left="36" w:right="36"/>
      <w:jc w:val="center"/>
      <w:outlineLvl w:val="7"/>
    </w:pPr>
  </w:style>
  <w:style w:type="paragraph" w:styleId="9">
    <w:name w:val="heading 9"/>
    <w:basedOn w:val="a"/>
    <w:next w:val="a"/>
    <w:link w:val="90"/>
    <w:uiPriority w:val="99"/>
    <w:qFormat/>
    <w:rsid w:val="0023335E"/>
    <w:pPr>
      <w:keepNext/>
      <w:widowControl/>
      <w:spacing w:line="240" w:lineRule="atLeast"/>
      <w:ind w:left="36" w:right="36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3335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3335E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3335E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3335E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23335E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sid w:val="0023335E"/>
    <w:rPr>
      <w:rFonts w:asciiTheme="minorHAnsi" w:eastAsiaTheme="minorEastAsia" w:hAnsiTheme="minorHAns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locked/>
    <w:rsid w:val="0023335E"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sid w:val="0023335E"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sid w:val="0023335E"/>
    <w:rPr>
      <w:rFonts w:asciiTheme="majorHAnsi" w:eastAsiaTheme="majorEastAsia" w:hAnsiTheme="majorHAnsi" w:cs="Times New Roman"/>
    </w:rPr>
  </w:style>
  <w:style w:type="paragraph" w:styleId="a3">
    <w:name w:val="header"/>
    <w:basedOn w:val="a"/>
    <w:link w:val="a4"/>
    <w:uiPriority w:val="99"/>
    <w:rsid w:val="0023335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23335E"/>
    <w:rPr>
      <w:rFonts w:cs="Times New Roman"/>
      <w:sz w:val="28"/>
      <w:szCs w:val="28"/>
    </w:rPr>
  </w:style>
  <w:style w:type="character" w:styleId="a5">
    <w:name w:val="page number"/>
    <w:basedOn w:val="a0"/>
    <w:uiPriority w:val="99"/>
    <w:rsid w:val="0023335E"/>
    <w:rPr>
      <w:rFonts w:cs="Times New Roman"/>
      <w:sz w:val="20"/>
      <w:szCs w:val="20"/>
    </w:rPr>
  </w:style>
  <w:style w:type="paragraph" w:styleId="a6">
    <w:name w:val="caption"/>
    <w:basedOn w:val="a"/>
    <w:next w:val="a"/>
    <w:uiPriority w:val="99"/>
    <w:qFormat/>
    <w:rsid w:val="0023335E"/>
    <w:pPr>
      <w:spacing w:before="720" w:line="240" w:lineRule="atLeast"/>
      <w:ind w:firstLine="709"/>
      <w:jc w:val="both"/>
    </w:pPr>
  </w:style>
  <w:style w:type="paragraph" w:styleId="a7">
    <w:name w:val="Body Text Indent"/>
    <w:basedOn w:val="a"/>
    <w:link w:val="a8"/>
    <w:uiPriority w:val="99"/>
    <w:rsid w:val="0023335E"/>
    <w:pPr>
      <w:ind w:left="6804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23335E"/>
    <w:rPr>
      <w:rFonts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23335E"/>
  </w:style>
  <w:style w:type="character" w:customStyle="1" w:styleId="aa">
    <w:name w:val="Основной текст Знак"/>
    <w:basedOn w:val="a0"/>
    <w:link w:val="a9"/>
    <w:uiPriority w:val="99"/>
    <w:locked/>
    <w:rsid w:val="0023335E"/>
    <w:rPr>
      <w:rFonts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23335E"/>
    <w:pPr>
      <w:tabs>
        <w:tab w:val="left" w:pos="6237"/>
      </w:tabs>
      <w:jc w:val="center"/>
    </w:pPr>
    <w:rPr>
      <w:noProof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3335E"/>
    <w:rPr>
      <w:rFonts w:cs="Times New Roman"/>
      <w:sz w:val="28"/>
      <w:szCs w:val="28"/>
    </w:rPr>
  </w:style>
  <w:style w:type="table" w:styleId="ab">
    <w:name w:val="Table Grid"/>
    <w:basedOn w:val="a1"/>
    <w:uiPriority w:val="59"/>
    <w:rsid w:val="00AC6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69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622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4722&amp;dst=1001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04722&amp;dst=10023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Barbysheva\Local%20Settings\Temporary%20Internet%20Files\OLK6\&#1064;&#1072;&#1073;&#1083;&#1086;&#1085;_97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62AE6-4831-4C7E-86BA-58EB46F1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Шаблон_972</Template>
  <TotalTime>66</TotalTime>
  <Pages>1</Pages>
  <Words>252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Заголовок к тексту</vt:lpstr>
    </vt:vector>
  </TitlesOfParts>
  <Company>Elcom Ltd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 к тексту</dc:title>
  <dc:creator>tchesnokova</dc:creator>
  <cp:lastModifiedBy>aastafieva</cp:lastModifiedBy>
  <cp:revision>53</cp:revision>
  <cp:lastPrinted>2020-02-25T03:17:00Z</cp:lastPrinted>
  <dcterms:created xsi:type="dcterms:W3CDTF">2023-05-10T04:37:00Z</dcterms:created>
  <dcterms:modified xsi:type="dcterms:W3CDTF">2025-07-22T08:43:00Z</dcterms:modified>
</cp:coreProperties>
</file>